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32F" w:rsidRDefault="0070732F" w:rsidP="00C06B20">
      <w:pPr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27pt;width:39pt;height:48pt;z-index:251658240;visibility:visible">
            <v:imagedata r:id="rId7" o:title=""/>
          </v:shape>
        </w:pict>
      </w:r>
      <w:bookmarkStart w:id="0" w:name="_GoBack"/>
      <w:bookmarkEnd w:id="0"/>
    </w:p>
    <w:p w:rsidR="0070732F" w:rsidRDefault="0070732F"/>
    <w:tbl>
      <w:tblPr>
        <w:tblW w:w="0" w:type="auto"/>
        <w:tblLayout w:type="fixed"/>
        <w:tblLook w:val="01E0"/>
      </w:tblPr>
      <w:tblGrid>
        <w:gridCol w:w="344"/>
        <w:gridCol w:w="610"/>
        <w:gridCol w:w="216"/>
        <w:gridCol w:w="1490"/>
        <w:gridCol w:w="348"/>
        <w:gridCol w:w="320"/>
        <w:gridCol w:w="216"/>
        <w:gridCol w:w="3893"/>
        <w:gridCol w:w="446"/>
        <w:gridCol w:w="1756"/>
      </w:tblGrid>
      <w:tr w:rsidR="0070732F" w:rsidTr="00707F17">
        <w:trPr>
          <w:trHeight w:hRule="exact" w:val="1134"/>
        </w:trPr>
        <w:tc>
          <w:tcPr>
            <w:tcW w:w="9639" w:type="dxa"/>
            <w:gridSpan w:val="10"/>
          </w:tcPr>
          <w:p w:rsidR="0070732F" w:rsidRDefault="0070732F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 Октябрьский район</w:t>
            </w:r>
          </w:p>
          <w:p w:rsidR="0070732F" w:rsidRDefault="0070732F">
            <w:pPr>
              <w:jc w:val="center"/>
              <w:rPr>
                <w:rFonts w:ascii="Georgia" w:hAnsi="Georgia"/>
                <w:sz w:val="12"/>
                <w:szCs w:val="12"/>
              </w:rPr>
            </w:pPr>
          </w:p>
          <w:p w:rsidR="0070732F" w:rsidRDefault="0070732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ОКТЯБРЬСКОГО РАЙОНА</w:t>
            </w:r>
          </w:p>
          <w:p w:rsidR="0070732F" w:rsidRDefault="0070732F">
            <w:pPr>
              <w:jc w:val="center"/>
              <w:rPr>
                <w:sz w:val="12"/>
                <w:szCs w:val="12"/>
              </w:rPr>
            </w:pPr>
          </w:p>
          <w:p w:rsidR="0070732F" w:rsidRDefault="0070732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ПОСТАНОВЛЕНИЕ</w:t>
            </w:r>
          </w:p>
        </w:tc>
      </w:tr>
      <w:tr w:rsidR="0070732F" w:rsidTr="00707F17">
        <w:trPr>
          <w:trHeight w:val="454"/>
        </w:trPr>
        <w:tc>
          <w:tcPr>
            <w:tcW w:w="344" w:type="dxa"/>
            <w:tcBorders>
              <w:left w:val="nil"/>
              <w:right w:val="nil"/>
            </w:tcBorders>
            <w:vAlign w:val="bottom"/>
          </w:tcPr>
          <w:p w:rsidR="0070732F" w:rsidRDefault="0070732F" w:rsidP="00541AAC">
            <w:pPr>
              <w:ind w:right="-52"/>
              <w:jc w:val="right"/>
            </w:pPr>
            <w:r>
              <w:t>«</w:t>
            </w:r>
          </w:p>
        </w:tc>
        <w:tc>
          <w:tcPr>
            <w:tcW w:w="6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70732F" w:rsidRPr="00A72A69" w:rsidRDefault="0070732F">
            <w:pPr>
              <w:jc w:val="center"/>
            </w:pPr>
            <w:r>
              <w:t>31</w:t>
            </w:r>
          </w:p>
        </w:tc>
        <w:tc>
          <w:tcPr>
            <w:tcW w:w="213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0732F" w:rsidRDefault="0070732F">
            <w:r>
              <w:t>»</w:t>
            </w:r>
          </w:p>
        </w:tc>
        <w:tc>
          <w:tcPr>
            <w:tcW w:w="149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70732F" w:rsidRPr="00A72A69" w:rsidRDefault="0070732F">
            <w:pPr>
              <w:jc w:val="center"/>
            </w:pPr>
            <w:r>
              <w:t>марта</w:t>
            </w:r>
          </w:p>
        </w:tc>
        <w:tc>
          <w:tcPr>
            <w:tcW w:w="348" w:type="dxa"/>
            <w:tcBorders>
              <w:left w:val="nil"/>
              <w:right w:val="nil"/>
            </w:tcBorders>
            <w:vAlign w:val="bottom"/>
          </w:tcPr>
          <w:p w:rsidR="0070732F" w:rsidRDefault="0070732F">
            <w:pPr>
              <w:ind w:right="-108"/>
              <w:jc w:val="right"/>
            </w:pPr>
            <w: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0732F" w:rsidRDefault="0070732F" w:rsidP="006D71D5">
            <w:r>
              <w:t>15</w:t>
            </w:r>
          </w:p>
        </w:tc>
        <w:tc>
          <w:tcPr>
            <w:tcW w:w="205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70732F" w:rsidRDefault="0070732F">
            <w:r>
              <w:t>г.</w:t>
            </w:r>
          </w:p>
        </w:tc>
        <w:tc>
          <w:tcPr>
            <w:tcW w:w="3904" w:type="dxa"/>
            <w:tcBorders>
              <w:left w:val="nil"/>
              <w:right w:val="nil"/>
            </w:tcBorders>
            <w:vAlign w:val="bottom"/>
          </w:tcPr>
          <w:p w:rsidR="0070732F" w:rsidRDefault="0070732F"/>
        </w:tc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:rsidR="0070732F" w:rsidRDefault="0070732F">
            <w:pPr>
              <w:jc w:val="center"/>
            </w:pPr>
            <w:r>
              <w:t>№</w:t>
            </w:r>
          </w:p>
        </w:tc>
        <w:tc>
          <w:tcPr>
            <w:tcW w:w="17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70732F" w:rsidRPr="00A72A69" w:rsidRDefault="0070732F">
            <w:pPr>
              <w:jc w:val="center"/>
            </w:pPr>
            <w:r>
              <w:t>36</w:t>
            </w:r>
          </w:p>
        </w:tc>
      </w:tr>
      <w:tr w:rsidR="0070732F" w:rsidTr="00707F17">
        <w:trPr>
          <w:trHeight w:hRule="exact" w:val="567"/>
        </w:trPr>
        <w:tc>
          <w:tcPr>
            <w:tcW w:w="9639" w:type="dxa"/>
            <w:gridSpan w:val="10"/>
            <w:tcMar>
              <w:top w:w="227" w:type="dxa"/>
            </w:tcMar>
          </w:tcPr>
          <w:p w:rsidR="0070732F" w:rsidRDefault="0070732F">
            <w:r>
              <w:t>пгт. Октябрьское</w:t>
            </w:r>
          </w:p>
        </w:tc>
      </w:tr>
    </w:tbl>
    <w:p w:rsidR="0070732F" w:rsidRPr="00090424" w:rsidRDefault="0070732F" w:rsidP="00090424"/>
    <w:p w:rsidR="0070732F" w:rsidRPr="00090424" w:rsidRDefault="0070732F" w:rsidP="00090424"/>
    <w:p w:rsidR="0070732F" w:rsidRDefault="0070732F" w:rsidP="009D482C">
      <w:r w:rsidRPr="00997446">
        <w:t xml:space="preserve">О </w:t>
      </w:r>
      <w:r>
        <w:t xml:space="preserve">мерах по охране населенных пунктов </w:t>
      </w:r>
    </w:p>
    <w:p w:rsidR="0070732F" w:rsidRDefault="0070732F" w:rsidP="009D482C">
      <w:r w:rsidRPr="00997446">
        <w:t xml:space="preserve">Октябрьского района от </w:t>
      </w:r>
      <w:r>
        <w:t xml:space="preserve">лесных пожаров  </w:t>
      </w:r>
    </w:p>
    <w:p w:rsidR="0070732F" w:rsidRDefault="0070732F" w:rsidP="009D482C"/>
    <w:p w:rsidR="0070732F" w:rsidRDefault="0070732F" w:rsidP="009D482C"/>
    <w:p w:rsidR="0070732F" w:rsidRDefault="0070732F" w:rsidP="009D482C">
      <w:pPr>
        <w:jc w:val="both"/>
      </w:pPr>
      <w:r>
        <w:t xml:space="preserve">           В соответствии со статьей 15 Федерального закона от 06.10.2003 № 131-ФЗ «Об общих принципах организации местного самоуправления в Российской Федерации»,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30.06.2007 № 417 «Об утверждении правил пожарной безопасности в лесах», в целях защиты населения, объектов производственного и социального назначения, предупреждения и ликвидации чрезвычайных ситуаций на территории Октябрьского района:</w:t>
      </w:r>
    </w:p>
    <w:p w:rsidR="0070732F" w:rsidRDefault="0070732F" w:rsidP="009D482C">
      <w:pPr>
        <w:ind w:firstLine="708"/>
        <w:jc w:val="both"/>
      </w:pPr>
      <w:r>
        <w:t>1. Утвердить план мероприятий по охране населенных пунктов Октябрьского района от лесных пожаров согласно приложению.</w:t>
      </w:r>
    </w:p>
    <w:p w:rsidR="0070732F" w:rsidRDefault="0070732F" w:rsidP="009D482C">
      <w:pPr>
        <w:ind w:firstLine="708"/>
        <w:jc w:val="both"/>
      </w:pPr>
      <w:r>
        <w:t>2. Руководство и координацию выполнения мероприятий по предупреждению лесных пожаров и борьбы с ними осуществляет Комиссия по предупреждению и ликвидации чрезвычайных ситуаций и обеспечению пожарной безопасности Октябрьского района.</w:t>
      </w:r>
    </w:p>
    <w:p w:rsidR="0070732F" w:rsidRPr="00ED6D3C" w:rsidRDefault="0070732F" w:rsidP="009D48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6D3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D6D3C">
        <w:rPr>
          <w:rFonts w:ascii="Times New Roman" w:hAnsi="Times New Roman" w:cs="Times New Roman"/>
          <w:sz w:val="24"/>
          <w:szCs w:val="24"/>
        </w:rPr>
        <w:t>. Опубликовать настоящее постановление в официальном сетевом издании «октвести.ру».</w:t>
      </w:r>
    </w:p>
    <w:p w:rsidR="0070732F" w:rsidRDefault="0070732F" w:rsidP="009D482C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</w:t>
      </w:r>
      <w:r w:rsidRPr="00ED6D3C">
        <w:rPr>
          <w:rFonts w:ascii="Times New Roman" w:hAnsi="Times New Roman" w:cs="Times New Roman"/>
          <w:sz w:val="24"/>
          <w:szCs w:val="24"/>
        </w:rPr>
        <w:t>. Контроль за выполнением постановления оставляю за</w:t>
      </w:r>
      <w:r>
        <w:rPr>
          <w:sz w:val="24"/>
          <w:szCs w:val="24"/>
        </w:rPr>
        <w:t xml:space="preserve"> </w:t>
      </w:r>
      <w:r w:rsidRPr="00ED6D3C">
        <w:rPr>
          <w:rFonts w:ascii="Times New Roman" w:hAnsi="Times New Roman" w:cs="Times New Roman"/>
          <w:sz w:val="24"/>
          <w:szCs w:val="24"/>
        </w:rPr>
        <w:t>собой.</w:t>
      </w:r>
    </w:p>
    <w:p w:rsidR="0070732F" w:rsidRDefault="0070732F" w:rsidP="009D482C">
      <w:pPr>
        <w:jc w:val="both"/>
      </w:pPr>
    </w:p>
    <w:p w:rsidR="0070732F" w:rsidRDefault="0070732F" w:rsidP="009D482C">
      <w:pPr>
        <w:jc w:val="both"/>
      </w:pPr>
    </w:p>
    <w:p w:rsidR="0070732F" w:rsidRDefault="0070732F" w:rsidP="009D482C">
      <w:r>
        <w:t>Г</w:t>
      </w:r>
      <w:r w:rsidRPr="00A01889">
        <w:t>лав</w:t>
      </w:r>
      <w:r>
        <w:t>а</w:t>
      </w:r>
      <w:r w:rsidRPr="00A01889">
        <w:t xml:space="preserve"> Октябрьского района                                                                                    </w:t>
      </w:r>
      <w:r>
        <w:t>С.А. Кологрив</w:t>
      </w:r>
    </w:p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p w:rsidR="0070732F" w:rsidRDefault="0070732F" w:rsidP="005D7212"/>
    <w:sectPr w:rsidR="0070732F" w:rsidSect="0081579D">
      <w:footerReference w:type="even" r:id="rId8"/>
      <w:pgSz w:w="11906" w:h="16838"/>
      <w:pgMar w:top="1134" w:right="566" w:bottom="89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32F" w:rsidRDefault="0070732F">
      <w:r>
        <w:separator/>
      </w:r>
    </w:p>
  </w:endnote>
  <w:endnote w:type="continuationSeparator" w:id="0">
    <w:p w:rsidR="0070732F" w:rsidRDefault="00707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32F" w:rsidRDefault="0070732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0732F" w:rsidRDefault="007073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32F" w:rsidRDefault="0070732F">
      <w:r>
        <w:separator/>
      </w:r>
    </w:p>
  </w:footnote>
  <w:footnote w:type="continuationSeparator" w:id="0">
    <w:p w:rsidR="0070732F" w:rsidRDefault="007073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531"/>
    <w:multiLevelType w:val="hybridMultilevel"/>
    <w:tmpl w:val="47727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880516"/>
    <w:multiLevelType w:val="multilevel"/>
    <w:tmpl w:val="99C246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">
    <w:nsid w:val="3B5D227F"/>
    <w:multiLevelType w:val="hybridMultilevel"/>
    <w:tmpl w:val="BA1E8FA4"/>
    <w:lvl w:ilvl="0" w:tplc="0CDEF63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E6574D6"/>
    <w:multiLevelType w:val="hybridMultilevel"/>
    <w:tmpl w:val="77D6AA18"/>
    <w:lvl w:ilvl="0" w:tplc="FA9A8CE4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">
    <w:nsid w:val="3E9A64FB"/>
    <w:multiLevelType w:val="hybridMultilevel"/>
    <w:tmpl w:val="6FEE8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FBA72B2"/>
    <w:multiLevelType w:val="multilevel"/>
    <w:tmpl w:val="CE66C54A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46196E96"/>
    <w:multiLevelType w:val="hybridMultilevel"/>
    <w:tmpl w:val="808E3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3850DE"/>
    <w:multiLevelType w:val="hybridMultilevel"/>
    <w:tmpl w:val="3F48028A"/>
    <w:lvl w:ilvl="0" w:tplc="EF40FEE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4A47"/>
    <w:rsid w:val="00016FBA"/>
    <w:rsid w:val="0003397F"/>
    <w:rsid w:val="00043216"/>
    <w:rsid w:val="00043636"/>
    <w:rsid w:val="00046EF4"/>
    <w:rsid w:val="00050AC7"/>
    <w:rsid w:val="00053847"/>
    <w:rsid w:val="0005595E"/>
    <w:rsid w:val="000627E8"/>
    <w:rsid w:val="0007047D"/>
    <w:rsid w:val="00077398"/>
    <w:rsid w:val="00077CA1"/>
    <w:rsid w:val="0008766E"/>
    <w:rsid w:val="00090424"/>
    <w:rsid w:val="00091C9D"/>
    <w:rsid w:val="000A3B75"/>
    <w:rsid w:val="000B102B"/>
    <w:rsid w:val="000B1DBB"/>
    <w:rsid w:val="000C2E66"/>
    <w:rsid w:val="000C6532"/>
    <w:rsid w:val="000D4D41"/>
    <w:rsid w:val="000D5510"/>
    <w:rsid w:val="000E0601"/>
    <w:rsid w:val="001004E9"/>
    <w:rsid w:val="00110DA3"/>
    <w:rsid w:val="00110FBC"/>
    <w:rsid w:val="001122FE"/>
    <w:rsid w:val="00112C88"/>
    <w:rsid w:val="001154A2"/>
    <w:rsid w:val="001318D9"/>
    <w:rsid w:val="001334F2"/>
    <w:rsid w:val="001365A4"/>
    <w:rsid w:val="00145FC0"/>
    <w:rsid w:val="00150A0C"/>
    <w:rsid w:val="0015166C"/>
    <w:rsid w:val="00152F3C"/>
    <w:rsid w:val="00166A71"/>
    <w:rsid w:val="001707D8"/>
    <w:rsid w:val="00171E4E"/>
    <w:rsid w:val="00172845"/>
    <w:rsid w:val="001804AB"/>
    <w:rsid w:val="001920CE"/>
    <w:rsid w:val="0019429F"/>
    <w:rsid w:val="001A054F"/>
    <w:rsid w:val="001A4A40"/>
    <w:rsid w:val="001A4EFA"/>
    <w:rsid w:val="001A7AE8"/>
    <w:rsid w:val="001C552C"/>
    <w:rsid w:val="001D1757"/>
    <w:rsid w:val="001D613C"/>
    <w:rsid w:val="001E5099"/>
    <w:rsid w:val="001F0DE2"/>
    <w:rsid w:val="001F6537"/>
    <w:rsid w:val="002039F5"/>
    <w:rsid w:val="00206920"/>
    <w:rsid w:val="002115A1"/>
    <w:rsid w:val="002124DA"/>
    <w:rsid w:val="002328F6"/>
    <w:rsid w:val="0023396C"/>
    <w:rsid w:val="00237329"/>
    <w:rsid w:val="00243475"/>
    <w:rsid w:val="00245033"/>
    <w:rsid w:val="0027196F"/>
    <w:rsid w:val="00275F99"/>
    <w:rsid w:val="00282CF1"/>
    <w:rsid w:val="00297FBD"/>
    <w:rsid w:val="002A31EB"/>
    <w:rsid w:val="002A34F5"/>
    <w:rsid w:val="002B62AB"/>
    <w:rsid w:val="002B67FF"/>
    <w:rsid w:val="002C0B04"/>
    <w:rsid w:val="002C218F"/>
    <w:rsid w:val="002D746E"/>
    <w:rsid w:val="002E1FED"/>
    <w:rsid w:val="002E2357"/>
    <w:rsid w:val="002F2EC6"/>
    <w:rsid w:val="00303DFE"/>
    <w:rsid w:val="00304D63"/>
    <w:rsid w:val="00305B4E"/>
    <w:rsid w:val="00312717"/>
    <w:rsid w:val="00314C49"/>
    <w:rsid w:val="003237F1"/>
    <w:rsid w:val="003369CA"/>
    <w:rsid w:val="00337B73"/>
    <w:rsid w:val="00363A4C"/>
    <w:rsid w:val="0036592E"/>
    <w:rsid w:val="003715AC"/>
    <w:rsid w:val="003725F2"/>
    <w:rsid w:val="00384A47"/>
    <w:rsid w:val="00384F6F"/>
    <w:rsid w:val="003C4120"/>
    <w:rsid w:val="003C4722"/>
    <w:rsid w:val="003D73F8"/>
    <w:rsid w:val="003E1C22"/>
    <w:rsid w:val="003F4877"/>
    <w:rsid w:val="003F7CF1"/>
    <w:rsid w:val="00411546"/>
    <w:rsid w:val="0041375E"/>
    <w:rsid w:val="00413C4C"/>
    <w:rsid w:val="00413F70"/>
    <w:rsid w:val="004229F3"/>
    <w:rsid w:val="004277D4"/>
    <w:rsid w:val="00444F45"/>
    <w:rsid w:val="004500C5"/>
    <w:rsid w:val="004553AA"/>
    <w:rsid w:val="00470A1C"/>
    <w:rsid w:val="00473E3E"/>
    <w:rsid w:val="004760FC"/>
    <w:rsid w:val="00483232"/>
    <w:rsid w:val="004875F3"/>
    <w:rsid w:val="004977C4"/>
    <w:rsid w:val="004A531D"/>
    <w:rsid w:val="004B417B"/>
    <w:rsid w:val="004B4617"/>
    <w:rsid w:val="004B4993"/>
    <w:rsid w:val="004C5DA0"/>
    <w:rsid w:val="004C631E"/>
    <w:rsid w:val="004C69CB"/>
    <w:rsid w:val="004D50C7"/>
    <w:rsid w:val="004E0065"/>
    <w:rsid w:val="004E09E4"/>
    <w:rsid w:val="004F6A28"/>
    <w:rsid w:val="00521DE4"/>
    <w:rsid w:val="00526F97"/>
    <w:rsid w:val="005301CD"/>
    <w:rsid w:val="005324AA"/>
    <w:rsid w:val="0054176A"/>
    <w:rsid w:val="00541AAC"/>
    <w:rsid w:val="00546DF2"/>
    <w:rsid w:val="00547E7F"/>
    <w:rsid w:val="00553D7C"/>
    <w:rsid w:val="005601E9"/>
    <w:rsid w:val="00574675"/>
    <w:rsid w:val="0057623A"/>
    <w:rsid w:val="00576C10"/>
    <w:rsid w:val="00577217"/>
    <w:rsid w:val="00586FC0"/>
    <w:rsid w:val="00590C24"/>
    <w:rsid w:val="005935E4"/>
    <w:rsid w:val="005A0F33"/>
    <w:rsid w:val="005A305D"/>
    <w:rsid w:val="005A6611"/>
    <w:rsid w:val="005B087C"/>
    <w:rsid w:val="005B3C09"/>
    <w:rsid w:val="005B3DA0"/>
    <w:rsid w:val="005B4C13"/>
    <w:rsid w:val="005C466C"/>
    <w:rsid w:val="005D5494"/>
    <w:rsid w:val="005D7212"/>
    <w:rsid w:val="005E3037"/>
    <w:rsid w:val="005E7118"/>
    <w:rsid w:val="005E71C4"/>
    <w:rsid w:val="0060556A"/>
    <w:rsid w:val="00622E91"/>
    <w:rsid w:val="00631AC2"/>
    <w:rsid w:val="006328F5"/>
    <w:rsid w:val="0063303E"/>
    <w:rsid w:val="0065263C"/>
    <w:rsid w:val="00662ADD"/>
    <w:rsid w:val="00666B38"/>
    <w:rsid w:val="00685137"/>
    <w:rsid w:val="00690C53"/>
    <w:rsid w:val="006939AF"/>
    <w:rsid w:val="00693DAA"/>
    <w:rsid w:val="00694BD9"/>
    <w:rsid w:val="00694BFB"/>
    <w:rsid w:val="006A3E8A"/>
    <w:rsid w:val="006A4C1B"/>
    <w:rsid w:val="006B3383"/>
    <w:rsid w:val="006B7BDF"/>
    <w:rsid w:val="006C0673"/>
    <w:rsid w:val="006C06CB"/>
    <w:rsid w:val="006D0813"/>
    <w:rsid w:val="006D2641"/>
    <w:rsid w:val="006D5EF7"/>
    <w:rsid w:val="006D71D5"/>
    <w:rsid w:val="006E030D"/>
    <w:rsid w:val="006E062B"/>
    <w:rsid w:val="006E0679"/>
    <w:rsid w:val="006E25BB"/>
    <w:rsid w:val="006F0EE3"/>
    <w:rsid w:val="006F1A58"/>
    <w:rsid w:val="006F3911"/>
    <w:rsid w:val="0070732F"/>
    <w:rsid w:val="00707F17"/>
    <w:rsid w:val="007106A3"/>
    <w:rsid w:val="00715118"/>
    <w:rsid w:val="007166E6"/>
    <w:rsid w:val="0071713A"/>
    <w:rsid w:val="007234E0"/>
    <w:rsid w:val="00741255"/>
    <w:rsid w:val="0074608B"/>
    <w:rsid w:val="00747555"/>
    <w:rsid w:val="00752283"/>
    <w:rsid w:val="007565EF"/>
    <w:rsid w:val="00771BC4"/>
    <w:rsid w:val="00772C3F"/>
    <w:rsid w:val="00777889"/>
    <w:rsid w:val="007822E3"/>
    <w:rsid w:val="00790D8C"/>
    <w:rsid w:val="007933E7"/>
    <w:rsid w:val="007B0973"/>
    <w:rsid w:val="007B4A70"/>
    <w:rsid w:val="007D350F"/>
    <w:rsid w:val="007D43B2"/>
    <w:rsid w:val="007D6585"/>
    <w:rsid w:val="007F1FBA"/>
    <w:rsid w:val="007F670A"/>
    <w:rsid w:val="00810FD7"/>
    <w:rsid w:val="0081579D"/>
    <w:rsid w:val="008212F7"/>
    <w:rsid w:val="0082211C"/>
    <w:rsid w:val="008244A2"/>
    <w:rsid w:val="00826BF9"/>
    <w:rsid w:val="00832345"/>
    <w:rsid w:val="0085755B"/>
    <w:rsid w:val="00864E45"/>
    <w:rsid w:val="0087771C"/>
    <w:rsid w:val="0088321B"/>
    <w:rsid w:val="00883E96"/>
    <w:rsid w:val="00887B25"/>
    <w:rsid w:val="008A341C"/>
    <w:rsid w:val="008A7560"/>
    <w:rsid w:val="008B0C09"/>
    <w:rsid w:val="008B200C"/>
    <w:rsid w:val="008B4D61"/>
    <w:rsid w:val="008B5B3B"/>
    <w:rsid w:val="008C4D9A"/>
    <w:rsid w:val="008C6F28"/>
    <w:rsid w:val="008D09C9"/>
    <w:rsid w:val="008D6159"/>
    <w:rsid w:val="008E1F2D"/>
    <w:rsid w:val="008E2D94"/>
    <w:rsid w:val="008F0298"/>
    <w:rsid w:val="008F0F7A"/>
    <w:rsid w:val="008F545A"/>
    <w:rsid w:val="00907B4F"/>
    <w:rsid w:val="009316F0"/>
    <w:rsid w:val="00936399"/>
    <w:rsid w:val="00945D8B"/>
    <w:rsid w:val="009540C6"/>
    <w:rsid w:val="009620FB"/>
    <w:rsid w:val="0096373C"/>
    <w:rsid w:val="0097364E"/>
    <w:rsid w:val="00973D1A"/>
    <w:rsid w:val="00981346"/>
    <w:rsid w:val="00997446"/>
    <w:rsid w:val="00997F1B"/>
    <w:rsid w:val="009A6055"/>
    <w:rsid w:val="009B1CB5"/>
    <w:rsid w:val="009B250C"/>
    <w:rsid w:val="009B7A5B"/>
    <w:rsid w:val="009C56E8"/>
    <w:rsid w:val="009D482C"/>
    <w:rsid w:val="009E51A3"/>
    <w:rsid w:val="00A0100D"/>
    <w:rsid w:val="00A01889"/>
    <w:rsid w:val="00A111C2"/>
    <w:rsid w:val="00A15D17"/>
    <w:rsid w:val="00A22A07"/>
    <w:rsid w:val="00A42A2F"/>
    <w:rsid w:val="00A451FC"/>
    <w:rsid w:val="00A52586"/>
    <w:rsid w:val="00A53DF5"/>
    <w:rsid w:val="00A564B6"/>
    <w:rsid w:val="00A65954"/>
    <w:rsid w:val="00A72A69"/>
    <w:rsid w:val="00A74003"/>
    <w:rsid w:val="00A740CD"/>
    <w:rsid w:val="00A85F9B"/>
    <w:rsid w:val="00A873D7"/>
    <w:rsid w:val="00A91228"/>
    <w:rsid w:val="00AA1353"/>
    <w:rsid w:val="00AA54BC"/>
    <w:rsid w:val="00AB3C47"/>
    <w:rsid w:val="00AC0A8D"/>
    <w:rsid w:val="00AC469D"/>
    <w:rsid w:val="00AD05DD"/>
    <w:rsid w:val="00AD371A"/>
    <w:rsid w:val="00AD5E8A"/>
    <w:rsid w:val="00AD6862"/>
    <w:rsid w:val="00AE28C7"/>
    <w:rsid w:val="00AE440A"/>
    <w:rsid w:val="00AF2F22"/>
    <w:rsid w:val="00AF5D1C"/>
    <w:rsid w:val="00B010EF"/>
    <w:rsid w:val="00B01EE3"/>
    <w:rsid w:val="00B02A2D"/>
    <w:rsid w:val="00B11E6C"/>
    <w:rsid w:val="00B15DBB"/>
    <w:rsid w:val="00B17336"/>
    <w:rsid w:val="00B36C35"/>
    <w:rsid w:val="00B41DB9"/>
    <w:rsid w:val="00B42812"/>
    <w:rsid w:val="00B438AE"/>
    <w:rsid w:val="00B56770"/>
    <w:rsid w:val="00B626AF"/>
    <w:rsid w:val="00B85157"/>
    <w:rsid w:val="00B86033"/>
    <w:rsid w:val="00B90C40"/>
    <w:rsid w:val="00BB0D71"/>
    <w:rsid w:val="00BD6E76"/>
    <w:rsid w:val="00C0410D"/>
    <w:rsid w:val="00C06B20"/>
    <w:rsid w:val="00C07FCD"/>
    <w:rsid w:val="00C1139B"/>
    <w:rsid w:val="00C26023"/>
    <w:rsid w:val="00C32A14"/>
    <w:rsid w:val="00C424C4"/>
    <w:rsid w:val="00C461BD"/>
    <w:rsid w:val="00C5538A"/>
    <w:rsid w:val="00C65710"/>
    <w:rsid w:val="00C748E5"/>
    <w:rsid w:val="00C826D5"/>
    <w:rsid w:val="00C90A31"/>
    <w:rsid w:val="00CA0366"/>
    <w:rsid w:val="00CA07B5"/>
    <w:rsid w:val="00CD4D72"/>
    <w:rsid w:val="00CF03F7"/>
    <w:rsid w:val="00D0363C"/>
    <w:rsid w:val="00D14DFF"/>
    <w:rsid w:val="00D16153"/>
    <w:rsid w:val="00D224A5"/>
    <w:rsid w:val="00D32667"/>
    <w:rsid w:val="00D35D6F"/>
    <w:rsid w:val="00D43C0F"/>
    <w:rsid w:val="00D50701"/>
    <w:rsid w:val="00D52132"/>
    <w:rsid w:val="00D65E5F"/>
    <w:rsid w:val="00D66164"/>
    <w:rsid w:val="00D765CE"/>
    <w:rsid w:val="00D7726F"/>
    <w:rsid w:val="00D813B4"/>
    <w:rsid w:val="00D82CA1"/>
    <w:rsid w:val="00D943E6"/>
    <w:rsid w:val="00D94BE1"/>
    <w:rsid w:val="00DC40F7"/>
    <w:rsid w:val="00DD1DEC"/>
    <w:rsid w:val="00DD484E"/>
    <w:rsid w:val="00DE19C0"/>
    <w:rsid w:val="00DE37B7"/>
    <w:rsid w:val="00DE4415"/>
    <w:rsid w:val="00DE6C51"/>
    <w:rsid w:val="00DF6D17"/>
    <w:rsid w:val="00E17BC2"/>
    <w:rsid w:val="00E24632"/>
    <w:rsid w:val="00E26A3F"/>
    <w:rsid w:val="00E44AF9"/>
    <w:rsid w:val="00E47ACA"/>
    <w:rsid w:val="00E50124"/>
    <w:rsid w:val="00E51B17"/>
    <w:rsid w:val="00E56096"/>
    <w:rsid w:val="00E62975"/>
    <w:rsid w:val="00E715A9"/>
    <w:rsid w:val="00E848AF"/>
    <w:rsid w:val="00E91D68"/>
    <w:rsid w:val="00EB1ADB"/>
    <w:rsid w:val="00EB1B28"/>
    <w:rsid w:val="00EB4957"/>
    <w:rsid w:val="00EC2DF3"/>
    <w:rsid w:val="00EC6526"/>
    <w:rsid w:val="00ED63E8"/>
    <w:rsid w:val="00ED6D3C"/>
    <w:rsid w:val="00EF392E"/>
    <w:rsid w:val="00EF678C"/>
    <w:rsid w:val="00EF7051"/>
    <w:rsid w:val="00F123FF"/>
    <w:rsid w:val="00F174AF"/>
    <w:rsid w:val="00F25DCF"/>
    <w:rsid w:val="00F307F1"/>
    <w:rsid w:val="00F31D0A"/>
    <w:rsid w:val="00F35AAF"/>
    <w:rsid w:val="00F45129"/>
    <w:rsid w:val="00F45C7F"/>
    <w:rsid w:val="00F474CD"/>
    <w:rsid w:val="00F54FE9"/>
    <w:rsid w:val="00F5529F"/>
    <w:rsid w:val="00F65F52"/>
    <w:rsid w:val="00F7155A"/>
    <w:rsid w:val="00F7476A"/>
    <w:rsid w:val="00F77209"/>
    <w:rsid w:val="00F86299"/>
    <w:rsid w:val="00F9693D"/>
    <w:rsid w:val="00FA3C23"/>
    <w:rsid w:val="00FC5D25"/>
    <w:rsid w:val="00FD6D11"/>
    <w:rsid w:val="00FE0A1A"/>
    <w:rsid w:val="00FE3062"/>
    <w:rsid w:val="00FE3C60"/>
    <w:rsid w:val="00FE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A0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D35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22A0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93DAA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22A0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22A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93DAA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76C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3DAA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590C24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24347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24347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A31E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A31E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6D71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43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217</Words>
  <Characters>1238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Октябрьского района</dc:title>
  <dc:subject/>
  <dc:creator>User</dc:creator>
  <cp:keywords/>
  <dc:description/>
  <cp:lastModifiedBy>User</cp:lastModifiedBy>
  <cp:revision>16</cp:revision>
  <cp:lastPrinted>2015-03-31T10:33:00Z</cp:lastPrinted>
  <dcterms:created xsi:type="dcterms:W3CDTF">2014-04-18T07:19:00Z</dcterms:created>
  <dcterms:modified xsi:type="dcterms:W3CDTF">2015-03-31T10:59:00Z</dcterms:modified>
</cp:coreProperties>
</file>